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6F3CB6" w:rsidRPr="00986C54" w:rsidRDefault="00121D0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CER2S1NCDE</w:t>
            </w:r>
          </w:p>
        </w:tc>
      </w:tr>
      <w:tr w:rsidR="006F3CB6" w:rsidRPr="00AA48D1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6F3CB6" w:rsidRPr="00986C54" w:rsidRDefault="006F3CB6" w:rsidP="0016579A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 Klein für Beutel</w:t>
            </w:r>
          </w:p>
        </w:tc>
      </w:tr>
      <w:tr w:rsidR="006F3CB6" w:rsidRPr="00AA48D1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6F3CB6" w:rsidRPr="00986C54" w:rsidRDefault="00123E2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F3CB6">
              <w:rPr>
                <w:rFonts w:asciiTheme="minorHAnsi" w:hAnsiTheme="minorHAnsi" w:cstheme="minorHAnsi"/>
                <w:lang w:val="de-DE"/>
              </w:rPr>
              <w:t>Beutel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6F3CB6" w:rsidRPr="00986C54" w:rsidRDefault="00121D04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Deutsch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6F3CB6" w:rsidRPr="00AA48D1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6F3CB6" w:rsidRPr="00AA48D1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0D62F5" w:rsidRPr="00986C54" w:rsidTr="006F3CB6">
        <w:tc>
          <w:tcPr>
            <w:tcW w:w="3510" w:type="dxa"/>
          </w:tcPr>
          <w:p w:rsidR="000D62F5" w:rsidRPr="00986C54" w:rsidRDefault="000D62F5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0D62F5" w:rsidRPr="00986C54" w:rsidRDefault="000D62F5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0D62F5" w:rsidRPr="00986C54" w:rsidTr="006F3CB6">
        <w:tc>
          <w:tcPr>
            <w:tcW w:w="3510" w:type="dxa"/>
          </w:tcPr>
          <w:p w:rsidR="000D62F5" w:rsidRPr="00986C54" w:rsidRDefault="000D62F5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0D62F5" w:rsidRPr="00986C54" w:rsidRDefault="000D62F5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AA48D1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 Klein: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6F3CB6" w:rsidRPr="00AA48D1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Waterbox inkl. Elektronik und Magnetventil</w:t>
            </w:r>
          </w:p>
          <w:p w:rsidR="006F3CB6" w:rsidRPr="00986C54" w:rsidRDefault="00825A6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AA48D1">
              <w:rPr>
                <w:rFonts w:asciiTheme="minorHAnsi" w:hAnsiTheme="minorHAnsi" w:cstheme="minorHAnsi"/>
                <w:lang w:val="de-DE"/>
              </w:rPr>
              <w:t>Beutel</w:t>
            </w:r>
            <w:r w:rsidR="00AA48D1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>mit Seife und Desinfektionsmittel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age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6F3CB6" w:rsidRPr="00986C54" w:rsidRDefault="006F3CB6" w:rsidP="00123E23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05A" w:rsidRDefault="0083405A" w:rsidP="00187130">
      <w:pPr>
        <w:spacing w:line="240" w:lineRule="auto"/>
      </w:pPr>
      <w:r>
        <w:separator/>
      </w:r>
    </w:p>
  </w:endnote>
  <w:endnote w:type="continuationSeparator" w:id="0">
    <w:p w:rsidR="0083405A" w:rsidRDefault="0083405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3E0AE9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BF46BD">
            <w:rPr>
              <w:sz w:val="16"/>
              <w:szCs w:val="16"/>
            </w:rPr>
            <w:t>13</w:t>
          </w:r>
          <w:r>
            <w:rPr>
              <w:sz w:val="16"/>
              <w:szCs w:val="16"/>
            </w:rPr>
            <w:t>.01.20</w:t>
          </w:r>
          <w:r w:rsidR="00BF46BD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E2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E2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3E0AE9" w:rsidP="003E0AE9">
    <w:pPr>
      <w:pStyle w:val="Fuzeile"/>
      <w:tabs>
        <w:tab w:val="clear" w:pos="4680"/>
        <w:tab w:val="clear" w:pos="9360"/>
        <w:tab w:val="left" w:pos="159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05A" w:rsidRDefault="0083405A" w:rsidP="00187130">
      <w:pPr>
        <w:spacing w:line="240" w:lineRule="auto"/>
      </w:pPr>
      <w:r>
        <w:separator/>
      </w:r>
    </w:p>
  </w:footnote>
  <w:footnote w:type="continuationSeparator" w:id="0">
    <w:p w:rsidR="0083405A" w:rsidRDefault="0083405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D62F5"/>
    <w:rsid w:val="000E101F"/>
    <w:rsid w:val="00121D04"/>
    <w:rsid w:val="00123E23"/>
    <w:rsid w:val="0016579A"/>
    <w:rsid w:val="00187130"/>
    <w:rsid w:val="003B07FB"/>
    <w:rsid w:val="003E0AE9"/>
    <w:rsid w:val="006F3CB6"/>
    <w:rsid w:val="00825A69"/>
    <w:rsid w:val="0083405A"/>
    <w:rsid w:val="008D6316"/>
    <w:rsid w:val="00921DEB"/>
    <w:rsid w:val="00AA48D1"/>
    <w:rsid w:val="00BF46BD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C0AAF32"/>
  <w15:docId w15:val="{5751B9D7-B08F-4B70-8E96-8B39B7F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8</cp:revision>
  <dcterms:created xsi:type="dcterms:W3CDTF">2015-05-21T07:26:00Z</dcterms:created>
  <dcterms:modified xsi:type="dcterms:W3CDTF">2020-01-27T09:38:00Z</dcterms:modified>
</cp:coreProperties>
</file>